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501"/>
      </w:tblGrid>
      <w:tr w:rsidR="0070684C" w:rsidTr="00B12336">
        <w:tc>
          <w:tcPr>
            <w:tcW w:w="4786" w:type="dxa"/>
          </w:tcPr>
          <w:p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fldSimple w:instr=" delta_regDateTime  \* MERGEFORMAT">
              <w:r w:rsidR="00BF1DEF">
                <w:rPr>
                  <w:sz w:val="22"/>
                  <w:szCs w:val="22"/>
                </w:rPr>
                <w:t>20.03.2023</w:t>
              </w:r>
            </w:fldSimple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fldSimple w:instr=" delta_regNumber  \* MERGEFORMAT">
              <w:r w:rsidR="00BF1DEF">
                <w:rPr>
                  <w:sz w:val="22"/>
                  <w:szCs w:val="22"/>
                </w:rPr>
                <w:t>1-3/51</w:t>
              </w:r>
            </w:fldSimple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:rsidTr="00B12336">
        <w:tc>
          <w:tcPr>
            <w:tcW w:w="4786" w:type="dxa"/>
          </w:tcPr>
          <w:p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B12336" w:rsidRDefault="00B12336" w:rsidP="0084562D">
      <w:pPr>
        <w:widowControl/>
        <w:suppressAutoHyphens w:val="0"/>
        <w:spacing w:line="240" w:lineRule="auto"/>
        <w:jc w:val="left"/>
      </w:pPr>
    </w:p>
    <w:p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/>
      </w:tblPr>
      <w:tblGrid>
        <w:gridCol w:w="9062"/>
      </w:tblGrid>
      <w:tr w:rsidR="00F21C04" w:rsidRPr="00645CA1" w:rsidTr="00E06C31">
        <w:trPr>
          <w:trHeight w:val="5252"/>
        </w:trPr>
        <w:tc>
          <w:tcPr>
            <w:tcW w:w="9062" w:type="dxa"/>
          </w:tcPr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1D6373" w:rsidRPr="00D33CDA">
              <w:rPr>
                <w:rFonts w:eastAsia="Calibri"/>
                <w:b/>
                <w:color w:val="2E74B5"/>
              </w:rPr>
              <w:t>MTÜ Mustjõe Külaselts</w:t>
            </w:r>
            <w:r w:rsidR="001D6373"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fldSimple w:instr=" delta_regDateTime  \* MERGEFORMAT">
              <w:r w:rsidR="00BF1DEF">
                <w:rPr>
                  <w:rFonts w:ascii="Times New Roman" w:hAnsi="Times New Roman" w:cs="Times New Roman"/>
                </w:rPr>
                <w:t>20.03.2023</w:t>
              </w:r>
            </w:fldSimple>
            <w:r w:rsidR="00EC5AB8" w:rsidRPr="006F65D2">
              <w:rPr>
                <w:rFonts w:ascii="Times New Roman" w:hAnsi="Times New Roman" w:cs="Times New Roman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fldSimple w:instr=" delta_regNumber  \* MERGEFORMAT">
              <w:r w:rsidR="00BF1DEF">
                <w:rPr>
                  <w:rFonts w:ascii="Times New Roman" w:hAnsi="Times New Roman" w:cs="Times New Roman"/>
                </w:rPr>
                <w:t>1-3/51</w:t>
              </w:r>
            </w:fldSimple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1D6373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>MTÜ Mustjõe Külaselts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:rsidR="00F21C04" w:rsidRPr="00645CA1" w:rsidRDefault="001D6373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Evika Eljas, </w:t>
            </w:r>
            <w:hyperlink r:id="rId7" w:history="1">
              <w:r w:rsidRPr="00300946">
                <w:rPr>
                  <w:rStyle w:val="Hyperlink"/>
                  <w:rFonts w:eastAsia="Calibri"/>
                </w:rPr>
                <w:t>evika.eljas@mail.ee</w:t>
              </w:r>
            </w:hyperlink>
            <w:r>
              <w:rPr>
                <w:rFonts w:ascii="Times New Roman" w:eastAsia="Calibri" w:hAnsi="Times New Roman" w:cs="Times New Roman"/>
                <w:color w:val="2E74B5"/>
              </w:rPr>
              <w:t>, +372 507 7117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:rsidR="00F21C04" w:rsidRPr="00645CA1" w:rsidRDefault="001D6373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Swedbank </w:t>
            </w:r>
            <w:r w:rsidRPr="001D6373">
              <w:rPr>
                <w:rFonts w:ascii="Times New Roman" w:eastAsia="Calibri" w:hAnsi="Times New Roman" w:cs="Times New Roman"/>
                <w:color w:val="2E74B5"/>
              </w:rPr>
              <w:t>EE352200221027260495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1D6373" w:rsidRDefault="001D6373" w:rsidP="00E06C31">
            <w:pPr>
              <w:rPr>
                <w:rFonts w:ascii="Times New Roman" w:eastAsia="Calibri" w:hAnsi="Times New Roman" w:cs="Times New Roman"/>
              </w:rPr>
            </w:pPr>
            <w:r w:rsidRPr="001D6373">
              <w:rPr>
                <w:rFonts w:ascii="Times New Roman" w:eastAsia="Calibri" w:hAnsi="Times New Roman" w:cs="Times New Roman"/>
                <w:color w:val="2E74B5"/>
              </w:rPr>
              <w:t>Põhikirja</w:t>
            </w:r>
            <w:r w:rsidR="00F21C04" w:rsidRPr="001D6373">
              <w:rPr>
                <w:rFonts w:ascii="Times New Roman" w:eastAsia="Calibri" w:hAnsi="Times New Roman" w:cs="Times New Roman"/>
              </w:rPr>
              <w:t xml:space="preserve"> alusel </w:t>
            </w:r>
            <w:r w:rsidRPr="001D6373">
              <w:rPr>
                <w:rFonts w:ascii="Times New Roman" w:eastAsia="Calibri" w:hAnsi="Times New Roman" w:cs="Times New Roman"/>
                <w:color w:val="2E74B5"/>
              </w:rPr>
              <w:t>juhatuse liige Evika Eljas</w:t>
            </w:r>
            <w:r w:rsidR="00F21C04" w:rsidRPr="001D6373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145F3" w:rsidRDefault="008145F3" w:rsidP="0084562D">
      <w:pPr>
        <w:widowControl/>
        <w:suppressAutoHyphens w:val="0"/>
        <w:spacing w:line="240" w:lineRule="auto"/>
        <w:jc w:val="left"/>
      </w:pPr>
    </w:p>
    <w:p w:rsidR="008145F3" w:rsidRDefault="008145F3" w:rsidP="0084562D">
      <w:pPr>
        <w:widowControl/>
        <w:suppressAutoHyphens w:val="0"/>
        <w:spacing w:line="240" w:lineRule="auto"/>
        <w:jc w:val="left"/>
      </w:pPr>
    </w:p>
    <w:p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425"/>
      </w:tblGrid>
      <w:tr w:rsidR="001A4260" w:rsidTr="001A4260">
        <w:tc>
          <w:tcPr>
            <w:tcW w:w="4786" w:type="dxa"/>
          </w:tcPr>
          <w:p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:rsidR="001A4260" w:rsidRDefault="001A4260" w:rsidP="0084562D">
      <w:pPr>
        <w:widowControl/>
        <w:suppressAutoHyphens w:val="0"/>
        <w:spacing w:line="240" w:lineRule="auto"/>
        <w:jc w:val="left"/>
      </w:pPr>
    </w:p>
    <w:p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39D" w:rsidRDefault="00F7739D" w:rsidP="00DF44DF">
      <w:r>
        <w:separator/>
      </w:r>
    </w:p>
  </w:endnote>
  <w:endnote w:type="continuationSeparator" w:id="0">
    <w:p w:rsidR="00F7739D" w:rsidRDefault="00F7739D" w:rsidP="00DF44DF">
      <w:r>
        <w:continuationSeparator/>
      </w:r>
    </w:p>
  </w:endnote>
  <w:endnote w:type="continuationNotice" w:id="1">
    <w:p w:rsidR="00F7739D" w:rsidRDefault="00F7739D">
      <w:pPr>
        <w:spacing w:line="240" w:lineRule="auto"/>
      </w:pPr>
      <w:bookmarkStart w:id="0" w:name="_GoBack"/>
      <w:bookmarkEnd w:id="0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39D" w:rsidRDefault="00F7739D" w:rsidP="00DF44DF">
      <w:r>
        <w:separator/>
      </w:r>
    </w:p>
  </w:footnote>
  <w:footnote w:type="continuationSeparator" w:id="0">
    <w:p w:rsidR="00F7739D" w:rsidRDefault="00F7739D" w:rsidP="00DF44DF">
      <w:r>
        <w:continuationSeparator/>
      </w:r>
    </w:p>
  </w:footnote>
  <w:footnote w:type="continuationNotice" w:id="1">
    <w:p w:rsidR="00F7739D" w:rsidRDefault="00F7739D">
      <w:pPr>
        <w:spacing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BCA" w:rsidRDefault="00110BCA" w:rsidP="00110BCA">
    <w:pPr>
      <w:pStyle w:val="Jalus1"/>
      <w:jc w:val="center"/>
    </w:pPr>
  </w:p>
  <w:p w:rsidR="00110BCA" w:rsidRDefault="00110BC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00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1986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1D6373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A6434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33CDA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7739D"/>
    <w:rsid w:val="00F9645B"/>
    <w:rsid w:val="00FC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vika.eljas@mail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566AE47-431D-47FF-97C5-AEC5AC1D3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 Ringmets</dc:creator>
  <cp:lastModifiedBy>Kasutaja</cp:lastModifiedBy>
  <cp:revision>2</cp:revision>
  <cp:lastPrinted>2014-04-02T13:57:00Z</cp:lastPrinted>
  <dcterms:created xsi:type="dcterms:W3CDTF">2023-03-23T18:09:00Z</dcterms:created>
  <dcterms:modified xsi:type="dcterms:W3CDTF">2023-03-23T18:09:00Z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